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2" w:type="dxa"/>
        <w:tblInd w:w="4560" w:type="dxa"/>
        <w:tblLook w:val="01E0" w:firstRow="1" w:lastRow="1" w:firstColumn="1" w:lastColumn="1" w:noHBand="0" w:noVBand="0"/>
      </w:tblPr>
      <w:tblGrid>
        <w:gridCol w:w="9582"/>
      </w:tblGrid>
      <w:tr w:rsidR="00AB788E" w14:paraId="4D6B80D9" w14:textId="77777777" w:rsidTr="00AB788E">
        <w:trPr>
          <w:trHeight w:val="319"/>
        </w:trPr>
        <w:tc>
          <w:tcPr>
            <w:tcW w:w="9582" w:type="dxa"/>
            <w:hideMark/>
          </w:tcPr>
          <w:p w14:paraId="7C5113A4" w14:textId="77777777" w:rsidR="00AB788E" w:rsidRDefault="00AB788E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Приложение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4</w:t>
            </w:r>
          </w:p>
        </w:tc>
      </w:tr>
      <w:tr w:rsidR="00AB788E" w14:paraId="605D1D0C" w14:textId="77777777" w:rsidTr="00AB788E">
        <w:trPr>
          <w:trHeight w:val="424"/>
        </w:trPr>
        <w:tc>
          <w:tcPr>
            <w:tcW w:w="9582" w:type="dxa"/>
            <w:hideMark/>
          </w:tcPr>
          <w:p w14:paraId="303AF1DB" w14:textId="77777777" w:rsidR="00AB788E" w:rsidRDefault="00AB788E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к Договору </w:t>
            </w:r>
            <w:r>
              <w:rPr>
                <w:rFonts w:ascii="Tahoma" w:hAnsi="Tahoma" w:cs="Tahoma"/>
                <w:sz w:val="20"/>
                <w:szCs w:val="20"/>
              </w:rPr>
              <w:t>______________________________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№ __________</w:t>
            </w:r>
          </w:p>
        </w:tc>
      </w:tr>
      <w:tr w:rsidR="00AB788E" w14:paraId="295E28DF" w14:textId="77777777" w:rsidTr="00AB788E">
        <w:trPr>
          <w:trHeight w:val="201"/>
        </w:trPr>
        <w:tc>
          <w:tcPr>
            <w:tcW w:w="9582" w:type="dxa"/>
            <w:hideMark/>
          </w:tcPr>
          <w:p w14:paraId="6F3041EE" w14:textId="77777777" w:rsidR="00AB788E" w:rsidRDefault="00AB788E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от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«__________» _________________________20_______г.</w:t>
            </w:r>
          </w:p>
        </w:tc>
      </w:tr>
    </w:tbl>
    <w:p w14:paraId="1C52AB96" w14:textId="77777777" w:rsidR="00AB788E" w:rsidRDefault="00AB788E" w:rsidP="00AB788E">
      <w:pPr>
        <w:pStyle w:val="2"/>
        <w:jc w:val="right"/>
        <w:rPr>
          <w:rFonts w:ascii="Tahoma" w:hAnsi="Tahoma" w:cs="Tahoma"/>
        </w:rPr>
      </w:pPr>
    </w:p>
    <w:p w14:paraId="2A8D524A" w14:textId="77777777" w:rsidR="00AB788E" w:rsidRDefault="00AB788E" w:rsidP="00AB788E">
      <w:pPr>
        <w:pStyle w:val="2"/>
        <w:jc w:val="right"/>
        <w:rPr>
          <w:rFonts w:ascii="Tahoma" w:hAnsi="Tahoma" w:cs="Tahoma"/>
        </w:rPr>
      </w:pPr>
    </w:p>
    <w:p w14:paraId="0A9AAE96" w14:textId="77777777" w:rsidR="00AB788E" w:rsidRDefault="00AB788E" w:rsidP="00AB788E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ПЕРЕЧЕНЬ</w:t>
      </w:r>
    </w:p>
    <w:p w14:paraId="6B2871D4" w14:textId="77777777" w:rsidR="00AB788E" w:rsidRDefault="00AB788E" w:rsidP="00AB788E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КОММЕРЧЕСКИХ РАСЧЕТНЫХ ПРИБОРОВ УЗЛА УЧЕТА И МЕСТО ИХ УСТАНОВКИ</w:t>
      </w:r>
    </w:p>
    <w:p w14:paraId="09A3BAD8" w14:textId="77777777" w:rsidR="00AB788E" w:rsidRDefault="00AB788E" w:rsidP="00AB788E">
      <w:pPr>
        <w:pStyle w:val="2"/>
        <w:jc w:val="left"/>
        <w:rPr>
          <w:rFonts w:ascii="Tahoma" w:hAnsi="Tahoma" w:cs="Tahoma"/>
        </w:rPr>
      </w:pPr>
    </w:p>
    <w:p w14:paraId="6943A870" w14:textId="77777777" w:rsidR="00AB788E" w:rsidRDefault="00AB788E" w:rsidP="00AB788E">
      <w:pPr>
        <w:pStyle w:val="2"/>
        <w:jc w:val="left"/>
        <w:rPr>
          <w:rFonts w:ascii="Tahoma" w:hAnsi="Tahoma" w:cs="Tahoma"/>
        </w:rPr>
      </w:pPr>
    </w:p>
    <w:tbl>
      <w:tblPr>
        <w:tblW w:w="13815" w:type="dxa"/>
        <w:jc w:val="center"/>
        <w:tblInd w:w="-3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2977"/>
        <w:gridCol w:w="2547"/>
        <w:gridCol w:w="1463"/>
        <w:gridCol w:w="1276"/>
        <w:gridCol w:w="1417"/>
        <w:gridCol w:w="1701"/>
        <w:gridCol w:w="1802"/>
      </w:tblGrid>
      <w:tr w:rsidR="00AB788E" w14:paraId="40A4B94D" w14:textId="77777777" w:rsidTr="00AB788E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C4D3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№ п/п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C152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Место установки узла учета тепловой энергии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D4B7D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Тип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прибора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5FF68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Заводской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номер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2281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Единица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измерений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9417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Дата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ввода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эксплуатацию</w:t>
            </w:r>
            <w:proofErr w:type="spellEnd"/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1F68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  <w:p w14:paraId="2863A596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  <w:p w14:paraId="11D425F0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Дата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очередной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поверки</w:t>
            </w:r>
          </w:p>
          <w:p w14:paraId="12C035BE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  <w:p w14:paraId="72DA6D6C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</w:tr>
      <w:tr w:rsidR="00AB788E" w14:paraId="0BBA841D" w14:textId="77777777" w:rsidTr="00AB788E">
        <w:trPr>
          <w:trHeight w:val="1180"/>
          <w:jc w:val="center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9C90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EEC4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Наименование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объекта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C6B9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Адрес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объекта</w:t>
            </w:r>
            <w:proofErr w:type="spellEnd"/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61E0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B0D5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A8C7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1CC7B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83FD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</w:tr>
      <w:tr w:rsidR="00AB788E" w14:paraId="2E8C70A7" w14:textId="77777777" w:rsidTr="00AB788E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021D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C124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5B2A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5956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147B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7D2A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7CDD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0480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B788E" w14:paraId="709718FD" w14:textId="77777777" w:rsidTr="00AB788E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7B73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E13D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C1AC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9529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3025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C4A5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D989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56AE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B788E" w14:paraId="76060086" w14:textId="77777777" w:rsidTr="00AB788E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28F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4381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99EF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925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19AE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0EDC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0847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7D63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B788E" w14:paraId="14FDF73B" w14:textId="77777777" w:rsidTr="00AB788E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268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180A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25ED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DD52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8608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A251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ED38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577C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B788E" w14:paraId="0DA5510C" w14:textId="77777777" w:rsidTr="00AB788E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5B56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E854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C28B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3B37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9C53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F2D8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861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D7E5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1A22FF92" w14:textId="77777777" w:rsidR="00AB788E" w:rsidRDefault="00AB788E" w:rsidP="00AB788E">
      <w:pPr>
        <w:pStyle w:val="1"/>
        <w:rPr>
          <w:rFonts w:ascii="Tahoma" w:hAnsi="Tahoma" w:cs="Tahoma"/>
          <w:b w:val="0"/>
          <w:snapToGrid w:val="0"/>
          <w:sz w:val="20"/>
        </w:rPr>
      </w:pPr>
    </w:p>
    <w:p w14:paraId="4BB33F15" w14:textId="77777777" w:rsidR="00AB788E" w:rsidRDefault="00AB788E" w:rsidP="00AB788E">
      <w:pPr>
        <w:pStyle w:val="1"/>
        <w:rPr>
          <w:rFonts w:ascii="Tahoma" w:hAnsi="Tahoma" w:cs="Tahoma"/>
          <w:b w:val="0"/>
          <w:snapToGrid w:val="0"/>
          <w:sz w:val="20"/>
        </w:rPr>
      </w:pPr>
    </w:p>
    <w:p w14:paraId="3687E790" w14:textId="77777777" w:rsidR="00AB788E" w:rsidRDefault="00AB788E" w:rsidP="00AB788E">
      <w:pPr>
        <w:pStyle w:val="1"/>
        <w:rPr>
          <w:rFonts w:ascii="Tahoma" w:hAnsi="Tahoma" w:cs="Tahoma"/>
          <w:b w:val="0"/>
          <w:snapToGrid w:val="0"/>
          <w:sz w:val="20"/>
        </w:rPr>
      </w:pPr>
    </w:p>
    <w:p w14:paraId="16CB5E79" w14:textId="77777777" w:rsidR="00AB788E" w:rsidRDefault="00AB788E" w:rsidP="00AB788E">
      <w:pPr>
        <w:pStyle w:val="1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Теплоснабжающая организация: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  <w:lang w:val="en-US"/>
        </w:rPr>
        <w:t xml:space="preserve">                                                                   </w:t>
      </w:r>
      <w:r>
        <w:rPr>
          <w:rFonts w:ascii="Tahoma" w:hAnsi="Tahoma" w:cs="Tahoma"/>
          <w:b w:val="0"/>
          <w:sz w:val="20"/>
        </w:rPr>
        <w:t>Исполнитель:</w:t>
      </w:r>
    </w:p>
    <w:p w14:paraId="12F415A9" w14:textId="77777777" w:rsidR="00AB788E" w:rsidRDefault="00AB788E" w:rsidP="00AB788E">
      <w:pPr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>_____________________/______________/</w:t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</w:t>
      </w:r>
      <w:r>
        <w:rPr>
          <w:rFonts w:ascii="Tahoma" w:hAnsi="Tahoma" w:cs="Tahoma"/>
          <w:sz w:val="20"/>
          <w:szCs w:val="20"/>
          <w:lang w:val="ru-RU"/>
        </w:rPr>
        <w:t>__________________/________________/</w:t>
      </w:r>
    </w:p>
    <w:p w14:paraId="38EFB5BC" w14:textId="77777777" w:rsidR="00AB788E" w:rsidRDefault="00AB788E" w:rsidP="00AB788E">
      <w:pPr>
        <w:jc w:val="center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lastRenderedPageBreak/>
        <w:t>М.П.</w:t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  <w:t xml:space="preserve">                М.П.</w:t>
      </w:r>
    </w:p>
    <w:p w14:paraId="5F1BAFC2" w14:textId="77777777" w:rsidR="00AF3F70" w:rsidRDefault="00AF3F70"/>
    <w:sectPr w:rsidR="00AF3F70" w:rsidSect="00AB78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97999" w14:textId="77777777" w:rsidR="00AB788E" w:rsidRDefault="00AB788E">
      <w:pPr>
        <w:spacing w:after="0" w:line="240" w:lineRule="auto"/>
      </w:pPr>
      <w:r>
        <w:separator/>
      </w:r>
    </w:p>
  </w:endnote>
  <w:endnote w:type="continuationSeparator" w:id="0">
    <w:p w14:paraId="6B109044" w14:textId="77777777" w:rsidR="00AB788E" w:rsidRDefault="00AB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C8DD6" w14:textId="77777777" w:rsidR="00AF3F70" w:rsidRDefault="00AF3F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8B41D" w14:textId="77777777" w:rsidR="00AF3F70" w:rsidRDefault="00AF3F7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6BEE8" w14:textId="77777777" w:rsidR="00AF3F70" w:rsidRDefault="00AF3F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283BD" w14:textId="77777777" w:rsidR="00AB788E" w:rsidRDefault="00AB788E">
      <w:pPr>
        <w:spacing w:after="0" w:line="240" w:lineRule="auto"/>
      </w:pPr>
      <w:r>
        <w:separator/>
      </w:r>
    </w:p>
  </w:footnote>
  <w:footnote w:type="continuationSeparator" w:id="0">
    <w:p w14:paraId="2622B806" w14:textId="77777777" w:rsidR="00AB788E" w:rsidRDefault="00AB7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B2484" w14:textId="77777777" w:rsidR="00AF3F70" w:rsidRDefault="00AF3F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A332F" w14:textId="77777777" w:rsidR="00AF3F70" w:rsidRDefault="00AF3F7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1236E" w14:textId="77777777" w:rsidR="00AF3F70" w:rsidRDefault="00AF3F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8E"/>
    <w:rsid w:val="004B3F67"/>
    <w:rsid w:val="00AB788E"/>
    <w:rsid w:val="00AF3F70"/>
    <w:rsid w:val="00B0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9A5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E"/>
    <w:rPr>
      <w:rFonts w:ascii="Calibri" w:eastAsia="Calibri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B788E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rsid w:val="00AB788E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AB788E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semiHidden/>
    <w:rsid w:val="00AB788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E"/>
    <w:rPr>
      <w:rFonts w:ascii="Calibri" w:eastAsia="Calibri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B788E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rsid w:val="00AB788E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AB788E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semiHidden/>
    <w:rsid w:val="00AB788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6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>Теплоснабжающая организация:				                                                </vt:lpstr>
    </vt:vector>
  </TitlesOfParts>
  <Company>IES-HOLDING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Федосова Антонина Владимировна</cp:lastModifiedBy>
  <cp:revision>1</cp:revision>
  <dcterms:created xsi:type="dcterms:W3CDTF">2017-01-11T11:11:00Z</dcterms:created>
  <dcterms:modified xsi:type="dcterms:W3CDTF">2017-01-11T11:12:00Z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